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41DD6" w14:textId="77777777" w:rsidR="00F9190A" w:rsidRDefault="00F9190A" w:rsidP="00F9190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58796AC4" w14:textId="77777777" w:rsidR="00F9190A" w:rsidRDefault="00F9190A" w:rsidP="00F9190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501BABE" w14:textId="55285CCB" w:rsidR="00F9190A" w:rsidRDefault="00F9190A" w:rsidP="00F9190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B22751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B22751">
        <w:rPr>
          <w:rFonts w:ascii="Corbel" w:hAnsi="Corbel"/>
          <w:b/>
          <w:smallCaps/>
          <w:sz w:val="24"/>
          <w:szCs w:val="24"/>
        </w:rPr>
        <w:t>8</w:t>
      </w:r>
    </w:p>
    <w:p w14:paraId="6E65E72F" w14:textId="77777777" w:rsidR="00F9190A" w:rsidRDefault="00F9190A" w:rsidP="00F9190A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D5EF212" w14:textId="0DCE866D" w:rsidR="00F9190A" w:rsidRPr="00EA4832" w:rsidRDefault="00F9190A" w:rsidP="00F9190A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B22751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B22751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6AB1EA" w14:textId="77777777" w:rsidTr="610E19ED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75A0AF" w14:textId="77777777" w:rsidR="0085747A" w:rsidRPr="009C54AE" w:rsidRDefault="00017052" w:rsidP="610E19E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10E19ED">
              <w:rPr>
                <w:rFonts w:ascii="Corbel" w:hAnsi="Corbel"/>
                <w:bCs/>
                <w:sz w:val="24"/>
                <w:szCs w:val="24"/>
              </w:rPr>
              <w:t>Europa Środkowa w stosunkach międzynarodowych</w:t>
            </w:r>
          </w:p>
        </w:tc>
      </w:tr>
      <w:tr w:rsidR="0085747A" w:rsidRPr="009C54AE" w14:paraId="5D911D1B" w14:textId="77777777" w:rsidTr="610E19ED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E5AB9C" w14:textId="77777777" w:rsidR="0085747A" w:rsidRPr="009C54AE" w:rsidRDefault="00BE7E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MK_58</w:t>
            </w:r>
          </w:p>
        </w:tc>
      </w:tr>
      <w:tr w:rsidR="00B22751" w:rsidRPr="009C54AE" w14:paraId="5C0172EC" w14:textId="77777777" w:rsidTr="009A1C53">
        <w:tc>
          <w:tcPr>
            <w:tcW w:w="2694" w:type="dxa"/>
            <w:vAlign w:val="center"/>
          </w:tcPr>
          <w:p w14:paraId="249A5C16" w14:textId="77777777" w:rsidR="00B22751" w:rsidRPr="009C54AE" w:rsidRDefault="00B22751" w:rsidP="00B2275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55C76AE1" w:rsidR="00B22751" w:rsidRPr="00B22751" w:rsidRDefault="00B22751" w:rsidP="00B227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2751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B22751" w:rsidRPr="009C54AE" w14:paraId="4FEDF307" w14:textId="77777777" w:rsidTr="009A1C53">
        <w:tc>
          <w:tcPr>
            <w:tcW w:w="2694" w:type="dxa"/>
            <w:vAlign w:val="center"/>
          </w:tcPr>
          <w:p w14:paraId="0A39E105" w14:textId="77777777" w:rsidR="00B22751" w:rsidRPr="009C54AE" w:rsidRDefault="00B22751" w:rsidP="00B227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10226704" w:rsidR="00B22751" w:rsidRPr="00B22751" w:rsidRDefault="00B22751" w:rsidP="00B227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2751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610E19ED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000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A828DE0" w14:textId="77777777" w:rsidTr="610E19ED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B0B03E" w14:textId="77777777" w:rsidR="0085747A" w:rsidRPr="009C54AE" w:rsidRDefault="00000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5747A" w:rsidRPr="009C54AE" w14:paraId="3A488BE5" w14:textId="77777777" w:rsidTr="610E19ED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000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132ED40" w14:textId="77777777" w:rsidTr="610E19ED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85747A" w:rsidRPr="009C54AE" w:rsidRDefault="00F949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0006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10E19ED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0170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0ED0215" w14:textId="77777777" w:rsidTr="610E19ED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11AD53" w14:textId="77777777" w:rsidR="0085747A" w:rsidRPr="009C54AE" w:rsidRDefault="000170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6EB6C12" w14:textId="77777777" w:rsidTr="610E19ED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00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0515BE" w14:textId="77777777" w:rsidTr="610E19ED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42A163" w14:textId="77777777" w:rsidR="0085747A" w:rsidRPr="009C54AE" w:rsidRDefault="000000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000062" w:rsidRPr="009C54AE" w14:paraId="62AEEBA0" w14:textId="77777777" w:rsidTr="610E19ED">
        <w:tc>
          <w:tcPr>
            <w:tcW w:w="2694" w:type="dxa"/>
            <w:vAlign w:val="center"/>
          </w:tcPr>
          <w:p w14:paraId="471FE442" w14:textId="77777777" w:rsidR="00000062" w:rsidRPr="009C54AE" w:rsidRDefault="00000062" w:rsidP="000000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B44F7D" w14:textId="77777777" w:rsidR="00000062" w:rsidRPr="009C54AE" w:rsidRDefault="00000062" w:rsidP="000000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45"/>
        <w:gridCol w:w="810"/>
        <w:gridCol w:w="990"/>
        <w:gridCol w:w="720"/>
        <w:gridCol w:w="870"/>
        <w:gridCol w:w="570"/>
        <w:gridCol w:w="930"/>
        <w:gridCol w:w="1118"/>
        <w:gridCol w:w="1505"/>
      </w:tblGrid>
      <w:tr w:rsidR="00015B8F" w:rsidRPr="009C54AE" w14:paraId="4A00F406" w14:textId="77777777" w:rsidTr="351F38F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BDDCCB" w14:textId="77777777" w:rsidTr="351F38FA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0000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0000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015B8F" w:rsidRPr="009C54AE" w:rsidRDefault="000000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F949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0006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015B8F" w:rsidRPr="009C54AE" w:rsidRDefault="000000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015B8F" w:rsidRPr="009C54AE" w:rsidRDefault="000000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015B8F" w:rsidRPr="009C54AE" w:rsidRDefault="000000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015B8F" w:rsidRPr="009C54AE" w:rsidRDefault="000000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015B8F" w:rsidRPr="009C54AE" w:rsidRDefault="000000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170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53307F25" w:rsidR="0085747A" w:rsidRPr="009C54AE" w:rsidRDefault="04E4590C" w:rsidP="610E19E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610E19ED">
        <w:rPr>
          <w:rFonts w:ascii="MS Gothic" w:eastAsia="MS Gothic" w:hAnsi="MS Gothic" w:cs="MS Gothic"/>
          <w:b w:val="0"/>
        </w:rPr>
        <w:t xml:space="preserve"> </w:t>
      </w:r>
      <w:r w:rsidR="00000062" w:rsidRPr="610E19ED">
        <w:rPr>
          <w:rFonts w:ascii="MS Gothic" w:eastAsia="MS Gothic" w:hAnsi="MS Gothic" w:cs="MS Gothic"/>
          <w:b w:val="0"/>
        </w:rPr>
        <w:t>x</w:t>
      </w:r>
      <w:r w:rsidR="0085747A" w:rsidRPr="610E19ED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05A8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0F7A19" w:rsidR="00E22FBC" w:rsidRPr="009C54AE" w:rsidRDefault="00E22FBC" w:rsidP="351F38F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51F38FA">
        <w:rPr>
          <w:rFonts w:ascii="Corbel" w:hAnsi="Corbel"/>
          <w:smallCaps w:val="0"/>
        </w:rPr>
        <w:t xml:space="preserve">1.3 </w:t>
      </w:r>
      <w:r>
        <w:tab/>
      </w:r>
      <w:r w:rsidRPr="351F38FA">
        <w:rPr>
          <w:rFonts w:ascii="Corbel" w:hAnsi="Corbel"/>
          <w:smallCaps w:val="0"/>
        </w:rPr>
        <w:t>For</w:t>
      </w:r>
      <w:r w:rsidR="00445970" w:rsidRPr="351F38FA">
        <w:rPr>
          <w:rFonts w:ascii="Corbel" w:hAnsi="Corbel"/>
          <w:smallCaps w:val="0"/>
        </w:rPr>
        <w:t>ma zaliczenia przedmiotu</w:t>
      </w:r>
      <w:r w:rsidRPr="351F38FA">
        <w:rPr>
          <w:rFonts w:ascii="Corbel" w:hAnsi="Corbel"/>
          <w:smallCaps w:val="0"/>
        </w:rPr>
        <w:t xml:space="preserve"> (z toku) </w:t>
      </w:r>
      <w:r w:rsidRPr="351F38FA">
        <w:rPr>
          <w:rFonts w:ascii="Corbel" w:hAnsi="Corbel"/>
          <w:b w:val="0"/>
          <w:smallCaps w:val="0"/>
        </w:rPr>
        <w:t>(egzamin, zaliczenie z oceną, zaliczenie bez oceny)</w:t>
      </w:r>
    </w:p>
    <w:p w14:paraId="5A39BBE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0170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  <w:r w:rsidR="00BE7EF8">
        <w:rPr>
          <w:rFonts w:ascii="Corbel" w:hAnsi="Corbel"/>
          <w:b w:val="0"/>
          <w:szCs w:val="24"/>
        </w:rPr>
        <w:t xml:space="preserve"> z oceną</w:t>
      </w:r>
    </w:p>
    <w:p w14:paraId="41C8F396" w14:textId="77777777" w:rsidR="00BE7EF8" w:rsidRDefault="00BE7EF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10E19ED">
        <w:rPr>
          <w:rFonts w:ascii="Corbel" w:hAnsi="Corbel"/>
        </w:rPr>
        <w:t xml:space="preserve">2.Wymagania wstępne </w:t>
      </w:r>
    </w:p>
    <w:p w14:paraId="7CF085FB" w14:textId="3CC7347F" w:rsidR="610E19ED" w:rsidRDefault="610E19ED" w:rsidP="610E19ED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3F14CF" w14:textId="77777777" w:rsidTr="610E19ED">
        <w:tc>
          <w:tcPr>
            <w:tcW w:w="9670" w:type="dxa"/>
          </w:tcPr>
          <w:p w14:paraId="72A3D3EC" w14:textId="5970586B" w:rsidR="0085747A" w:rsidRPr="009C54AE" w:rsidRDefault="00000062" w:rsidP="610E19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10E19ED">
              <w:rPr>
                <w:rFonts w:ascii="Corbel" w:hAnsi="Corbel"/>
                <w:b w:val="0"/>
                <w:smallCaps w:val="0"/>
                <w:color w:val="000000" w:themeColor="text1"/>
              </w:rPr>
              <w:t>Znajomość międzynarodowych stosunków politycznych.</w:t>
            </w:r>
          </w:p>
        </w:tc>
      </w:tr>
    </w:tbl>
    <w:p w14:paraId="0D0B94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35A6AF14" w:rsidR="0085747A" w:rsidRPr="00C05F44" w:rsidRDefault="0071620A" w:rsidP="351F38FA">
      <w:pPr>
        <w:pStyle w:val="Punktygwne"/>
        <w:spacing w:before="0" w:after="0"/>
        <w:rPr>
          <w:rFonts w:ascii="Corbel" w:hAnsi="Corbel"/>
        </w:rPr>
      </w:pPr>
      <w:r w:rsidRPr="351F38FA">
        <w:rPr>
          <w:rFonts w:ascii="Corbel" w:hAnsi="Corbel"/>
        </w:rPr>
        <w:t>3.</w:t>
      </w:r>
      <w:r w:rsidR="0085747A" w:rsidRPr="351F38FA">
        <w:rPr>
          <w:rFonts w:ascii="Corbel" w:hAnsi="Corbel"/>
        </w:rPr>
        <w:t xml:space="preserve"> </w:t>
      </w:r>
      <w:r w:rsidR="00A84C85" w:rsidRPr="351F38FA">
        <w:rPr>
          <w:rFonts w:ascii="Corbel" w:hAnsi="Corbel"/>
        </w:rPr>
        <w:t>cele, efekty uczenia się</w:t>
      </w:r>
      <w:r w:rsidR="0085747A" w:rsidRPr="351F38FA">
        <w:rPr>
          <w:rFonts w:ascii="Corbel" w:hAnsi="Corbel"/>
        </w:rPr>
        <w:t>, treści Programowe i stosowane metody Dydaktyczne</w:t>
      </w:r>
    </w:p>
    <w:p w14:paraId="0E27B00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061E4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5A7FC1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2D6D7" w14:textId="77777777" w:rsidR="0085747A" w:rsidRPr="009C54AE" w:rsidRDefault="00040F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przemian ustrojowych państw Europy Środkowej.</w:t>
            </w:r>
          </w:p>
        </w:tc>
      </w:tr>
      <w:tr w:rsidR="0085747A" w:rsidRPr="009C54AE" w14:paraId="4C47FBA9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040F9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7AB6355" w14:textId="77777777" w:rsidR="0085747A" w:rsidRPr="009C54AE" w:rsidRDefault="00040F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 procesem integracji euroatlantyckiej państw regionu.</w:t>
            </w:r>
          </w:p>
        </w:tc>
      </w:tr>
      <w:tr w:rsidR="0085747A" w:rsidRPr="009C54AE" w14:paraId="0DB4BC44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40F9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F711007" w14:textId="77777777" w:rsidR="0085747A" w:rsidRPr="009C54AE" w:rsidRDefault="00040F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specyfiki polityki zagranicznej państw środkowoeuropejskich.</w:t>
            </w:r>
          </w:p>
        </w:tc>
      </w:tr>
      <w:tr w:rsidR="00040F9A" w:rsidRPr="009C54AE" w14:paraId="59BE658F" w14:textId="77777777" w:rsidTr="00923D7D">
        <w:tc>
          <w:tcPr>
            <w:tcW w:w="851" w:type="dxa"/>
            <w:vAlign w:val="center"/>
          </w:tcPr>
          <w:p w14:paraId="7C12F916" w14:textId="77777777" w:rsidR="00040F9A" w:rsidRPr="009C54AE" w:rsidRDefault="00040F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44DD1A2" w14:textId="77777777" w:rsidR="00040F9A" w:rsidRDefault="00040F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potencjalnych zagrożeń bezpieczeństwa państw Europy Środkowej.</w:t>
            </w:r>
          </w:p>
        </w:tc>
      </w:tr>
    </w:tbl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94D5A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610E19ED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DE90DDE" w14:textId="77777777" w:rsidTr="610E19ED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246636" w14:textId="1B176CC7" w:rsidR="0085747A" w:rsidRPr="009C54AE" w:rsidRDefault="22577EB4" w:rsidP="610E1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E19ED">
              <w:rPr>
                <w:rFonts w:ascii="Corbel" w:hAnsi="Corbel"/>
                <w:b w:val="0"/>
                <w:smallCaps w:val="0"/>
              </w:rPr>
              <w:t>z</w:t>
            </w:r>
            <w:r w:rsidR="00040F9A" w:rsidRPr="610E19ED">
              <w:rPr>
                <w:rFonts w:ascii="Corbel" w:hAnsi="Corbel"/>
                <w:b w:val="0"/>
                <w:smallCaps w:val="0"/>
              </w:rPr>
              <w:t xml:space="preserve">na </w:t>
            </w:r>
            <w:r w:rsidRPr="610E19ED">
              <w:rPr>
                <w:rFonts w:ascii="Corbel" w:hAnsi="Corbel"/>
                <w:b w:val="0"/>
                <w:smallCaps w:val="0"/>
              </w:rPr>
              <w:t xml:space="preserve">i rozumie </w:t>
            </w:r>
            <w:r w:rsidR="00040F9A" w:rsidRPr="610E19ED">
              <w:rPr>
                <w:rFonts w:ascii="Corbel" w:hAnsi="Corbel"/>
                <w:b w:val="0"/>
                <w:smallCaps w:val="0"/>
              </w:rPr>
              <w:t>specyfikę regionu Europy Środkowej</w:t>
            </w:r>
          </w:p>
        </w:tc>
        <w:tc>
          <w:tcPr>
            <w:tcW w:w="1873" w:type="dxa"/>
          </w:tcPr>
          <w:p w14:paraId="3FB25131" w14:textId="77777777" w:rsidR="0085747A" w:rsidRPr="009C54AE" w:rsidRDefault="009A6CB6" w:rsidP="009A6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76DF506E" w14:textId="77777777" w:rsidTr="610E19ED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742DE7" w14:textId="16E4A383" w:rsidR="0085747A" w:rsidRPr="009C54AE" w:rsidRDefault="22577EB4" w:rsidP="610E1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E19ED">
              <w:rPr>
                <w:rFonts w:ascii="Corbel" w:hAnsi="Corbel"/>
                <w:b w:val="0"/>
                <w:smallCaps w:val="0"/>
              </w:rPr>
              <w:t xml:space="preserve">potrafi wyszukiwać informacje, krytycznie je analizować </w:t>
            </w:r>
            <w:r w:rsidR="00B41944">
              <w:br/>
            </w:r>
            <w:r w:rsidRPr="610E19ED">
              <w:rPr>
                <w:rFonts w:ascii="Corbel" w:hAnsi="Corbel"/>
                <w:b w:val="0"/>
                <w:smallCaps w:val="0"/>
              </w:rPr>
              <w:t>i syntetyzować</w:t>
            </w:r>
          </w:p>
        </w:tc>
        <w:tc>
          <w:tcPr>
            <w:tcW w:w="1873" w:type="dxa"/>
          </w:tcPr>
          <w:p w14:paraId="5E6EAEE4" w14:textId="77777777" w:rsidR="0085747A" w:rsidRPr="009C54AE" w:rsidRDefault="00B41944" w:rsidP="00B419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41944" w:rsidRPr="009C54AE" w14:paraId="04532DCA" w14:textId="77777777" w:rsidTr="610E19ED">
        <w:tc>
          <w:tcPr>
            <w:tcW w:w="1701" w:type="dxa"/>
          </w:tcPr>
          <w:p w14:paraId="41960800" w14:textId="77777777" w:rsidR="00B41944" w:rsidRPr="009C54AE" w:rsidRDefault="009A6C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3751F7A" w14:textId="6D514B22" w:rsidR="00B41944" w:rsidRDefault="275C964E" w:rsidP="610E1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E19ED">
              <w:rPr>
                <w:rFonts w:ascii="Corbel" w:hAnsi="Corbel"/>
                <w:b w:val="0"/>
                <w:smallCaps w:val="0"/>
              </w:rPr>
              <w:t>potrafi krytycznie odnieść się do zgłaszanych na forum krajowym poszczególnych państw lub międzynarodowym propozycji rozwiązań konkretnych kwestii</w:t>
            </w:r>
          </w:p>
        </w:tc>
        <w:tc>
          <w:tcPr>
            <w:tcW w:w="1873" w:type="dxa"/>
          </w:tcPr>
          <w:p w14:paraId="31229AF3" w14:textId="77777777" w:rsidR="00B41944" w:rsidRDefault="009A6CB6" w:rsidP="00B419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5747A" w:rsidRPr="009C54AE" w14:paraId="1407929E" w14:textId="77777777" w:rsidTr="610E19ED">
        <w:tc>
          <w:tcPr>
            <w:tcW w:w="1701" w:type="dxa"/>
          </w:tcPr>
          <w:p w14:paraId="78C319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F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A6CB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3961D0" w14:textId="77777777" w:rsidR="0085747A" w:rsidRPr="009C54AE" w:rsidRDefault="00B419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pogłębiania zdobytej wiedzy</w:t>
            </w:r>
          </w:p>
        </w:tc>
        <w:tc>
          <w:tcPr>
            <w:tcW w:w="1873" w:type="dxa"/>
          </w:tcPr>
          <w:p w14:paraId="54E3E2D9" w14:textId="77777777" w:rsidR="0085747A" w:rsidRPr="009C54AE" w:rsidRDefault="00B41944" w:rsidP="00B419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610E19ED">
        <w:rPr>
          <w:rFonts w:ascii="Corbel" w:hAnsi="Corbel"/>
          <w:b/>
          <w:bCs/>
          <w:sz w:val="24"/>
          <w:szCs w:val="24"/>
        </w:rPr>
        <w:t>3.3</w:t>
      </w:r>
      <w:r w:rsidR="001D7B54" w:rsidRPr="610E19ED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610E19ED">
        <w:rPr>
          <w:rFonts w:ascii="Corbel" w:hAnsi="Corbel"/>
          <w:b/>
          <w:bCs/>
          <w:sz w:val="24"/>
          <w:szCs w:val="24"/>
        </w:rPr>
        <w:t>T</w:t>
      </w:r>
      <w:r w:rsidR="001D7B54" w:rsidRPr="610E19ED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610E19ED">
        <w:rPr>
          <w:rFonts w:ascii="Corbel" w:hAnsi="Corbel"/>
          <w:sz w:val="24"/>
          <w:szCs w:val="24"/>
        </w:rPr>
        <w:t xml:space="preserve">  </w:t>
      </w:r>
    </w:p>
    <w:p w14:paraId="7E25BD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10E19ED">
        <w:rPr>
          <w:rFonts w:ascii="Corbel" w:hAnsi="Corbel"/>
          <w:sz w:val="24"/>
          <w:szCs w:val="24"/>
        </w:rPr>
        <w:t>Problematyka ćwiczeń konwersatoryjnych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917789" w14:textId="77777777" w:rsidTr="00923D7D">
        <w:tc>
          <w:tcPr>
            <w:tcW w:w="9639" w:type="dxa"/>
          </w:tcPr>
          <w:p w14:paraId="56F3315B" w14:textId="77777777" w:rsidR="0085747A" w:rsidRPr="009C54AE" w:rsidRDefault="000708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Europy Środkowej.</w:t>
            </w:r>
          </w:p>
        </w:tc>
      </w:tr>
      <w:tr w:rsidR="0085747A" w:rsidRPr="009C54AE" w14:paraId="1DD834F0" w14:textId="77777777" w:rsidTr="00923D7D">
        <w:tc>
          <w:tcPr>
            <w:tcW w:w="9639" w:type="dxa"/>
          </w:tcPr>
          <w:p w14:paraId="2BBA28D0" w14:textId="77777777" w:rsidR="0085747A" w:rsidRPr="009C54AE" w:rsidRDefault="000708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Transformacja państw Europy Środkowej</w:t>
            </w:r>
          </w:p>
        </w:tc>
      </w:tr>
      <w:tr w:rsidR="0085747A" w:rsidRPr="009C54AE" w14:paraId="0C48D656" w14:textId="77777777" w:rsidTr="00923D7D">
        <w:tc>
          <w:tcPr>
            <w:tcW w:w="9639" w:type="dxa"/>
          </w:tcPr>
          <w:p w14:paraId="1D6C7637" w14:textId="77777777" w:rsidR="0085747A" w:rsidRPr="009C54AE" w:rsidRDefault="000708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Państwa Europy Środkowej w procesie integracji europejskiej.</w:t>
            </w:r>
          </w:p>
        </w:tc>
      </w:tr>
      <w:tr w:rsidR="0007088B" w:rsidRPr="009C54AE" w14:paraId="15735D57" w14:textId="77777777" w:rsidTr="00923D7D">
        <w:tc>
          <w:tcPr>
            <w:tcW w:w="9639" w:type="dxa"/>
          </w:tcPr>
          <w:p w14:paraId="6BB60424" w14:textId="77777777" w:rsidR="0007088B" w:rsidRDefault="000708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Europa Środkowa a Sojusz Północnoatlantycki.</w:t>
            </w:r>
          </w:p>
        </w:tc>
      </w:tr>
      <w:tr w:rsidR="0007088B" w:rsidRPr="009C54AE" w14:paraId="692055AB" w14:textId="77777777" w:rsidTr="00923D7D">
        <w:tc>
          <w:tcPr>
            <w:tcW w:w="9639" w:type="dxa"/>
          </w:tcPr>
          <w:p w14:paraId="56A444E6" w14:textId="77777777" w:rsidR="0007088B" w:rsidRDefault="000708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Grupa Wyszehradzka formą współpracy międzynarodowej.</w:t>
            </w:r>
          </w:p>
        </w:tc>
      </w:tr>
      <w:tr w:rsidR="0007088B" w:rsidRPr="009C54AE" w14:paraId="26C7C8B9" w14:textId="77777777" w:rsidTr="00923D7D">
        <w:tc>
          <w:tcPr>
            <w:tcW w:w="9639" w:type="dxa"/>
          </w:tcPr>
          <w:p w14:paraId="679422B9" w14:textId="77777777" w:rsidR="0007088B" w:rsidRDefault="000708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Zagrożenia dla bezpieczeństwa państw Europy Środkowej.</w:t>
            </w:r>
          </w:p>
        </w:tc>
      </w:tr>
      <w:tr w:rsidR="00040F9A" w:rsidRPr="009C54AE" w14:paraId="104F05E1" w14:textId="77777777" w:rsidTr="00923D7D">
        <w:tc>
          <w:tcPr>
            <w:tcW w:w="9639" w:type="dxa"/>
          </w:tcPr>
          <w:p w14:paraId="36B112C8" w14:textId="77777777" w:rsidR="00040F9A" w:rsidRDefault="0004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zagraniczna Rzeczypospolitej Polskiej.</w:t>
            </w:r>
          </w:p>
        </w:tc>
      </w:tr>
      <w:tr w:rsidR="00040F9A" w:rsidRPr="009C54AE" w14:paraId="13E3551F" w14:textId="77777777" w:rsidTr="00923D7D">
        <w:tc>
          <w:tcPr>
            <w:tcW w:w="9639" w:type="dxa"/>
          </w:tcPr>
          <w:p w14:paraId="0E4F5613" w14:textId="77777777" w:rsidR="00040F9A" w:rsidRDefault="0004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zagraniczna Republiki Czeskiej.</w:t>
            </w:r>
          </w:p>
        </w:tc>
      </w:tr>
      <w:tr w:rsidR="00040F9A" w:rsidRPr="009C54AE" w14:paraId="5BEEA3E1" w14:textId="77777777" w:rsidTr="00923D7D">
        <w:tc>
          <w:tcPr>
            <w:tcW w:w="9639" w:type="dxa"/>
          </w:tcPr>
          <w:p w14:paraId="46F49E95" w14:textId="77777777" w:rsidR="00040F9A" w:rsidRDefault="0004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zagraniczna Republiki Słowackiej.</w:t>
            </w:r>
          </w:p>
        </w:tc>
      </w:tr>
      <w:tr w:rsidR="00040F9A" w:rsidRPr="009C54AE" w14:paraId="4B88F64F" w14:textId="77777777" w:rsidTr="00923D7D">
        <w:tc>
          <w:tcPr>
            <w:tcW w:w="9639" w:type="dxa"/>
          </w:tcPr>
          <w:p w14:paraId="6ED8F932" w14:textId="77777777" w:rsidR="00040F9A" w:rsidRDefault="0004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zagraniczna Węgier.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310EEB" w14:textId="77777777" w:rsidR="00E21E7D" w:rsidRPr="009A6CB6" w:rsidRDefault="00040F9A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9A6CB6">
        <w:rPr>
          <w:rFonts w:eastAsia="Times New Roman"/>
          <w:b w:val="0"/>
          <w:i/>
        </w:rPr>
        <w:t>A</w:t>
      </w:r>
      <w:r w:rsidRPr="009A6CB6">
        <w:rPr>
          <w:rFonts w:eastAsia="Times New Roman"/>
          <w:b w:val="0"/>
          <w:i/>
          <w:sz w:val="18"/>
        </w:rPr>
        <w:t>NALIZA TEKSTÓW Z DYSKUSJĄ</w:t>
      </w:r>
      <w:r w:rsidRPr="009A6CB6">
        <w:rPr>
          <w:rFonts w:eastAsia="Times New Roman"/>
          <w:b w:val="0"/>
          <w:i/>
        </w:rPr>
        <w:t xml:space="preserve">/ </w:t>
      </w:r>
      <w:r w:rsidRPr="009A6CB6">
        <w:rPr>
          <w:rFonts w:eastAsia="Times New Roman"/>
          <w:b w:val="0"/>
          <w:i/>
          <w:sz w:val="18"/>
        </w:rPr>
        <w:t>METODA PROJEKTÓW</w:t>
      </w:r>
      <w:r w:rsidRPr="009A6CB6">
        <w:rPr>
          <w:rFonts w:eastAsia="Times New Roman"/>
          <w:b w:val="0"/>
          <w:i/>
        </w:rPr>
        <w:t xml:space="preserve"> / </w:t>
      </w:r>
      <w:r w:rsidRPr="009A6CB6">
        <w:rPr>
          <w:rFonts w:eastAsia="Times New Roman"/>
          <w:b w:val="0"/>
          <w:i/>
          <w:sz w:val="18"/>
        </w:rPr>
        <w:t>PRACA W GRUPACH</w:t>
      </w:r>
      <w:r w:rsidRPr="009A6CB6">
        <w:rPr>
          <w:rFonts w:eastAsia="Times New Roman"/>
          <w:b w:val="0"/>
          <w:i/>
        </w:rPr>
        <w:t>/</w:t>
      </w:r>
      <w:r w:rsidRPr="009A6CB6">
        <w:rPr>
          <w:rFonts w:eastAsia="Times New Roman"/>
          <w:b w:val="0"/>
          <w:i/>
          <w:sz w:val="18"/>
        </w:rPr>
        <w:t>ROZWIĄZYWANIE</w:t>
      </w:r>
      <w:r w:rsidRPr="009A6CB6">
        <w:rPr>
          <w:rFonts w:eastAsia="Times New Roman"/>
          <w:b w:val="0"/>
          <w:i/>
        </w:rPr>
        <w:t xml:space="preserve"> </w:t>
      </w:r>
      <w:r w:rsidRPr="009A6CB6">
        <w:rPr>
          <w:rFonts w:eastAsia="Times New Roman"/>
          <w:b w:val="0"/>
          <w:i/>
          <w:sz w:val="18"/>
        </w:rPr>
        <w:t>ZADAŃ</w:t>
      </w:r>
      <w:r w:rsidRPr="009A6CB6">
        <w:rPr>
          <w:rFonts w:eastAsia="Times New Roman"/>
          <w:b w:val="0"/>
          <w:i/>
        </w:rPr>
        <w:t>/</w:t>
      </w:r>
      <w:r w:rsidRPr="009A6CB6">
        <w:rPr>
          <w:rFonts w:eastAsia="Times New Roman"/>
          <w:b w:val="0"/>
          <w:i/>
          <w:sz w:val="18"/>
        </w:rPr>
        <w:t xml:space="preserve"> DYSKUSJA, PRACE PISEMNE</w:t>
      </w:r>
      <w:r w:rsidRPr="009A6CB6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DFAE634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2486C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5EDD6C" w14:textId="0A9FC7C5" w:rsidR="610E19ED" w:rsidRDefault="610E19ED" w:rsidP="610E19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436AB73D" w14:textId="69FCA790" w:rsidR="610E19ED" w:rsidRDefault="610E19ED" w:rsidP="610E19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10165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610E19ED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3BC76E8E" w:rsidR="0085747A" w:rsidRPr="009C54AE" w:rsidRDefault="00A84C85" w:rsidP="610E1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10E19E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7DAAB04" w:rsidRPr="610E19E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3B40F9D" w14:textId="77777777" w:rsidTr="610E19ED">
        <w:tc>
          <w:tcPr>
            <w:tcW w:w="1985" w:type="dxa"/>
          </w:tcPr>
          <w:p w14:paraId="1EB017B1" w14:textId="77777777" w:rsidR="0085747A" w:rsidRPr="009C54AE" w:rsidRDefault="009A6C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0B3B0101" w14:textId="77777777" w:rsidR="0085747A" w:rsidRPr="009A6CB6" w:rsidRDefault="009A6C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810EEE" w14:textId="77777777" w:rsidR="0085747A" w:rsidRPr="009C54AE" w:rsidRDefault="009A6CB6" w:rsidP="009A6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14:paraId="4B03DE84" w14:textId="77777777" w:rsidTr="610E19ED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5393A15" w14:textId="77777777" w:rsidR="0085747A" w:rsidRPr="009C54AE" w:rsidRDefault="009A6C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BE7EF8">
              <w:rPr>
                <w:rFonts w:ascii="Corbel" w:hAnsi="Corbel"/>
                <w:b w:val="0"/>
                <w:szCs w:val="24"/>
              </w:rPr>
              <w:t>, projekt, dyskusja</w:t>
            </w:r>
          </w:p>
        </w:tc>
        <w:tc>
          <w:tcPr>
            <w:tcW w:w="2126" w:type="dxa"/>
          </w:tcPr>
          <w:p w14:paraId="64422AC8" w14:textId="77777777" w:rsidR="0085747A" w:rsidRPr="009C54AE" w:rsidRDefault="009A6CB6" w:rsidP="009A6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A6CB6" w:rsidRPr="009C54AE" w14:paraId="5FB8081D" w14:textId="77777777" w:rsidTr="610E19ED">
        <w:tc>
          <w:tcPr>
            <w:tcW w:w="1985" w:type="dxa"/>
          </w:tcPr>
          <w:p w14:paraId="3D1CB954" w14:textId="77777777" w:rsidR="009A6CB6" w:rsidRPr="009C54AE" w:rsidRDefault="009A6C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BB7FC47" w14:textId="77777777" w:rsidR="009A6CB6" w:rsidRPr="009C54AE" w:rsidRDefault="009A6C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BE7EF8">
              <w:rPr>
                <w:rFonts w:ascii="Corbel" w:hAnsi="Corbel"/>
                <w:b w:val="0"/>
                <w:szCs w:val="24"/>
              </w:rPr>
              <w:t>, projekt, dyskusja</w:t>
            </w:r>
          </w:p>
        </w:tc>
        <w:tc>
          <w:tcPr>
            <w:tcW w:w="2126" w:type="dxa"/>
          </w:tcPr>
          <w:p w14:paraId="2A29A376" w14:textId="77777777" w:rsidR="009A6CB6" w:rsidRPr="009C54AE" w:rsidRDefault="009A6CB6" w:rsidP="009A6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9A6CB6" w:rsidRPr="009C54AE" w14:paraId="76ADC414" w14:textId="77777777" w:rsidTr="610E19ED">
        <w:tc>
          <w:tcPr>
            <w:tcW w:w="1985" w:type="dxa"/>
          </w:tcPr>
          <w:p w14:paraId="3A04FA72" w14:textId="77777777" w:rsidR="009A6CB6" w:rsidRPr="009C54AE" w:rsidRDefault="009A6C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A4F8180" w14:textId="77777777" w:rsidR="009A6CB6" w:rsidRPr="009C54AE" w:rsidRDefault="009A6CB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BE7EF8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14:paraId="7A35874E" w14:textId="77777777" w:rsidR="009A6CB6" w:rsidRPr="009C54AE" w:rsidRDefault="009A6CB6" w:rsidP="009A6C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1299C4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4D202C" w14:textId="77777777" w:rsidTr="00923D7D">
        <w:tc>
          <w:tcPr>
            <w:tcW w:w="9670" w:type="dxa"/>
          </w:tcPr>
          <w:p w14:paraId="3461D779" w14:textId="77777777" w:rsidR="009A6CB6" w:rsidRDefault="009A6CB6" w:rsidP="009A6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C6E4E00" w14:textId="77777777" w:rsidR="009A6CB6" w:rsidRDefault="009A6CB6" w:rsidP="009A6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Warunkiem otrzymania pozytywnej oceny jest aktywne uczestnictwo w ćwiczeniach,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pracy pisemnej</w:t>
            </w:r>
            <w:r w:rsidRPr="00546F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0523EA5F" w14:textId="77777777" w:rsidR="009A6CB6" w:rsidRDefault="009A6CB6" w:rsidP="009A6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91-100 % 5,0</w:t>
            </w:r>
          </w:p>
          <w:p w14:paraId="65AF0D05" w14:textId="77777777" w:rsidR="009A6CB6" w:rsidRDefault="009A6CB6" w:rsidP="009A6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81-90% 4,5</w:t>
            </w:r>
          </w:p>
          <w:p w14:paraId="6671526A" w14:textId="77777777" w:rsidR="009A6CB6" w:rsidRDefault="009A6CB6" w:rsidP="009A6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71-80% 4,0</w:t>
            </w:r>
          </w:p>
          <w:p w14:paraId="5F64E14C" w14:textId="77777777" w:rsidR="009A6CB6" w:rsidRDefault="009A6CB6" w:rsidP="009A6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61-70% 3,5</w:t>
            </w:r>
          </w:p>
          <w:p w14:paraId="0BBD4741" w14:textId="77777777" w:rsidR="009A6CB6" w:rsidRDefault="009A6CB6" w:rsidP="009A6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51-60% 3,0</w:t>
            </w:r>
          </w:p>
          <w:p w14:paraId="3A0FAB8C" w14:textId="77777777" w:rsidR="009A6CB6" w:rsidRPr="002303DA" w:rsidRDefault="009A6CB6" w:rsidP="009A6C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  <w:p w14:paraId="3CF2D8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610E19ED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C2E163" w14:textId="77777777" w:rsidTr="610E19ED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10E19ED">
              <w:rPr>
                <w:rFonts w:ascii="Corbel" w:hAnsi="Corbel"/>
                <w:sz w:val="24"/>
                <w:szCs w:val="24"/>
              </w:rPr>
              <w:t>G</w:t>
            </w:r>
            <w:r w:rsidR="0085747A" w:rsidRPr="610E19E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10E19E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10E19ED">
              <w:rPr>
                <w:rFonts w:ascii="Corbel" w:hAnsi="Corbel"/>
                <w:sz w:val="24"/>
                <w:szCs w:val="24"/>
              </w:rPr>
              <w:t xml:space="preserve"> w</w:t>
            </w:r>
            <w:r w:rsidRPr="610E19E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610E19E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10E19ED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10E19ED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35070FBE" w:rsidRPr="610E19ED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610E19ED">
              <w:rPr>
                <w:rFonts w:ascii="Corbel" w:hAnsi="Corbel"/>
                <w:sz w:val="24"/>
                <w:szCs w:val="24"/>
              </w:rPr>
              <w:t xml:space="preserve"> </w:t>
            </w:r>
            <w:r w:rsidRPr="610E19ED">
              <w:rPr>
                <w:rFonts w:ascii="Corbel" w:hAnsi="Corbel"/>
                <w:sz w:val="24"/>
                <w:szCs w:val="24"/>
              </w:rPr>
              <w:t>studiów</w:t>
            </w:r>
            <w:r w:rsidR="35070FBE" w:rsidRPr="610E19E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2A4FFC0" w14:textId="77777777" w:rsidR="0085747A" w:rsidRPr="009C54AE" w:rsidRDefault="00F949F0" w:rsidP="009A6C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A6CB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79485E9" w14:textId="77777777" w:rsidTr="610E19E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CFEC6B" w14:textId="77777777" w:rsidR="00C61DC5" w:rsidRPr="009C54AE" w:rsidRDefault="009A6CB6" w:rsidP="009A6C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AB7F672" w14:textId="77777777" w:rsidTr="610E19E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F949F0" w:rsidP="009A6C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A6CB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B55E3E1" w14:textId="77777777" w:rsidTr="610E19E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9A6CB6" w:rsidP="009A6C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10E19E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9A6CB6" w:rsidP="009A6C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351F38F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EBF3C5" w14:textId="302BA72F" w:rsidR="0085747A" w:rsidRPr="009C54AE" w:rsidRDefault="27EE0B01" w:rsidP="610E1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10E19E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351F38F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D98A12B" w14:textId="1EB80FA1" w:rsidR="0085747A" w:rsidRPr="009C54AE" w:rsidRDefault="7D781D3D" w:rsidP="610E1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E19E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39DF9FD" w14:textId="77777777" w:rsidTr="351F38F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610E19E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10E19E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41A01F8" w14:textId="52EC27EE" w:rsidR="610E19ED" w:rsidRDefault="610E19ED" w:rsidP="610E19E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71C662A" w14:textId="77777777" w:rsidR="00E61CFC" w:rsidRDefault="00E61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Balcerowicz B. (red.), Rocznik Strategiczny: przegląd sytuacji politycznej, gospodarczej i wojskowej w środowisku międzynarodowym Polski 1996-2021, Warszawa 1997-2021.</w:t>
            </w:r>
          </w:p>
          <w:p w14:paraId="0A268E78" w14:textId="77777777" w:rsidR="001176B8" w:rsidRDefault="001176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Łoś-Nowak T. (red.), Polityka zagraniczna. Aktorzy-potencjały-strategie, Warszawa 2011.</w:t>
            </w:r>
          </w:p>
          <w:p w14:paraId="110FFD37" w14:textId="77777777" w:rsidR="0015198F" w:rsidRPr="009C54AE" w:rsidRDefault="001519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F11FF91" w14:textId="77777777" w:rsidTr="351F38F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610E19E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10E19E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395B3A28" w14:textId="7845AD82" w:rsidR="610E19ED" w:rsidRDefault="610E19ED" w:rsidP="610E19E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9493AA6" w14:textId="77777777" w:rsidR="009A6CB6" w:rsidRDefault="009A6C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6C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Żarna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Od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Mečiara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Dzurindy. Główne kierunki polityki zagranicznej Republiki Słowackiej w latach 1993-2004, Rzeszów 2015. </w:t>
            </w:r>
          </w:p>
          <w:p w14:paraId="49DD549D" w14:textId="77777777" w:rsidR="0083578A" w:rsidRDefault="00835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Tatarenko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Czarnecki S., Lewkowicz Ł.,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Wpływy Federacji rosyjskiej w Republice Czeskiej, Republice Słowackiej oraz na Węgrzech, „Prace Instytutu Europy Środkowej” 2020, nr 8.</w:t>
            </w:r>
          </w:p>
          <w:p w14:paraId="174A5997" w14:textId="77777777" w:rsidR="0083578A" w:rsidRDefault="008357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Kuźniar R., Polityka zagraniczna III R</w:t>
            </w:r>
            <w:r w:rsidR="00E61C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zeczypospolitej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2012.</w:t>
            </w:r>
          </w:p>
          <w:p w14:paraId="30052E8D" w14:textId="77777777" w:rsidR="001176B8" w:rsidRDefault="001176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Łoś-Nowak T. (red.), Organizacje międzynarodowe. Istota-mechanizmy działania-zasięg, Wrocław 2014</w:t>
            </w:r>
          </w:p>
          <w:p w14:paraId="56FFCC3E" w14:textId="77777777" w:rsidR="00E61CFC" w:rsidRPr="00E61CFC" w:rsidRDefault="00E61CF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092E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Burakowski</w:t>
            </w:r>
            <w:r w:rsidR="00117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092E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Gubrynowicz</w:t>
            </w:r>
            <w:r w:rsidR="00117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092E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092E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Ukielski</w:t>
            </w:r>
            <w:proofErr w:type="spellEnd"/>
            <w:r w:rsidR="001176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Pr="00092E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Jesień narodów, </w:t>
            </w:r>
            <w:r w:rsidRPr="00092E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2009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8EA2B" w14:textId="77777777" w:rsidR="00492998" w:rsidRDefault="00492998" w:rsidP="00C16ABF">
      <w:pPr>
        <w:spacing w:after="0" w:line="240" w:lineRule="auto"/>
      </w:pPr>
      <w:r>
        <w:separator/>
      </w:r>
    </w:p>
  </w:endnote>
  <w:endnote w:type="continuationSeparator" w:id="0">
    <w:p w14:paraId="2F90F61B" w14:textId="77777777" w:rsidR="00492998" w:rsidRDefault="004929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0CE95" w14:textId="77777777" w:rsidR="00492998" w:rsidRDefault="00492998" w:rsidP="00C16ABF">
      <w:pPr>
        <w:spacing w:after="0" w:line="240" w:lineRule="auto"/>
      </w:pPr>
      <w:r>
        <w:separator/>
      </w:r>
    </w:p>
  </w:footnote>
  <w:footnote w:type="continuationSeparator" w:id="0">
    <w:p w14:paraId="29545621" w14:textId="77777777" w:rsidR="00492998" w:rsidRDefault="0049299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917540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062"/>
    <w:rsid w:val="000048FD"/>
    <w:rsid w:val="000077B4"/>
    <w:rsid w:val="00015B8F"/>
    <w:rsid w:val="00017052"/>
    <w:rsid w:val="00022ECE"/>
    <w:rsid w:val="00040F9A"/>
    <w:rsid w:val="00042A51"/>
    <w:rsid w:val="00042D2E"/>
    <w:rsid w:val="00044C82"/>
    <w:rsid w:val="0007088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6B8"/>
    <w:rsid w:val="00124BFF"/>
    <w:rsid w:val="0012560E"/>
    <w:rsid w:val="00127108"/>
    <w:rsid w:val="00134B13"/>
    <w:rsid w:val="00146BC0"/>
    <w:rsid w:val="0015198F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3E3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99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401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802"/>
    <w:rsid w:val="007D6E56"/>
    <w:rsid w:val="007F1652"/>
    <w:rsid w:val="007F4155"/>
    <w:rsid w:val="0081554D"/>
    <w:rsid w:val="0081707E"/>
    <w:rsid w:val="0083578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1B80"/>
    <w:rsid w:val="009A6CB6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747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4E"/>
    <w:rsid w:val="00B06142"/>
    <w:rsid w:val="00B135B1"/>
    <w:rsid w:val="00B22751"/>
    <w:rsid w:val="00B3130B"/>
    <w:rsid w:val="00B40ADB"/>
    <w:rsid w:val="00B41944"/>
    <w:rsid w:val="00B43B77"/>
    <w:rsid w:val="00B43E80"/>
    <w:rsid w:val="00B51DE7"/>
    <w:rsid w:val="00B607DB"/>
    <w:rsid w:val="00B66529"/>
    <w:rsid w:val="00B70CE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EF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6F4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06ABE"/>
    <w:rsid w:val="00E129B8"/>
    <w:rsid w:val="00E21E7D"/>
    <w:rsid w:val="00E22FBC"/>
    <w:rsid w:val="00E24BF5"/>
    <w:rsid w:val="00E25338"/>
    <w:rsid w:val="00E51E44"/>
    <w:rsid w:val="00E61CFC"/>
    <w:rsid w:val="00E63348"/>
    <w:rsid w:val="00E77E88"/>
    <w:rsid w:val="00E8107D"/>
    <w:rsid w:val="00E834D2"/>
    <w:rsid w:val="00E960BB"/>
    <w:rsid w:val="00EA2074"/>
    <w:rsid w:val="00EA4832"/>
    <w:rsid w:val="00EA4E9D"/>
    <w:rsid w:val="00EC4899"/>
    <w:rsid w:val="00EC7A1A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90A"/>
    <w:rsid w:val="00F949F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E4590C"/>
    <w:rsid w:val="07DAAB04"/>
    <w:rsid w:val="22577EB4"/>
    <w:rsid w:val="275C964E"/>
    <w:rsid w:val="27EE0B01"/>
    <w:rsid w:val="30F611C3"/>
    <w:rsid w:val="35070FBE"/>
    <w:rsid w:val="351F38FA"/>
    <w:rsid w:val="46AE3C84"/>
    <w:rsid w:val="4D1573FD"/>
    <w:rsid w:val="58D304BA"/>
    <w:rsid w:val="610E19ED"/>
    <w:rsid w:val="7463CBFF"/>
    <w:rsid w:val="7D781D3D"/>
    <w:rsid w:val="7DF18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CB99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D5ABB-8DFE-4074-8E5B-224862BB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768</Words>
  <Characters>4610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7</cp:revision>
  <cp:lastPrinted>2019-02-06T12:12:00Z</cp:lastPrinted>
  <dcterms:created xsi:type="dcterms:W3CDTF">2021-12-08T14:55:00Z</dcterms:created>
  <dcterms:modified xsi:type="dcterms:W3CDTF">2025-11-15T00:26:00Z</dcterms:modified>
</cp:coreProperties>
</file>